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70794C1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736A0" w:rsidRPr="002736A0">
        <w:rPr>
          <w:rFonts w:cstheme="minorHAnsi"/>
          <w:b/>
          <w:lang w:eastAsia="pl-PL"/>
        </w:rPr>
        <w:t>POST/DYS/OLD/GZ/04158/2025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2736A0" w:rsidRPr="002736A0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Sieradz: umowa ramowa obszar Zduńska Wola (M), Zduńska Wola (Gmina), Zapolice, Szadek.”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A4D8406" w14:textId="338234C3" w:rsidR="00EE0F18" w:rsidRDefault="002736A0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736A0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Sieradz: umowa ramowa obszar Zduńska Wola (M), Zduńska Wola (Gmina), Zapolice, Szadek.”</w:t>
          </w:r>
        </w:p>
        <w:p w14:paraId="1A19274F" w14:textId="290F98D8" w:rsidR="00347E8D" w:rsidRPr="00262237" w:rsidRDefault="002736A0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736A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POST/DYS/OLD/GZ/04158/2025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0E629A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36A0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NOWE.docx</dmsv2BaseFileName>
    <dmsv2BaseDisplayName xmlns="http://schemas.microsoft.com/sharepoint/v3">Załącznik nr 7 do SWZ - Oświadczenie o doświadczeniu zawodowym - NOWE</dmsv2BaseDisplayName>
    <dmsv2SWPP2ObjectNumber xmlns="http://schemas.microsoft.com/sharepoint/v3">POST/DYS/OLD/GZ/04158/2025                        </dmsv2SWPP2ObjectNumber>
    <dmsv2SWPP2SumMD5 xmlns="http://schemas.microsoft.com/sharepoint/v3">c2d59cff362b158d934e1608aaad387f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23838906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DPFVW34YURAE-834641568-589</_dlc_DocId>
    <_dlc_DocIdUrl xmlns="a19cb1c7-c5c7-46d4-85ae-d83685407bba">
      <Url>https://swpp2.dms.gkpge.pl/sites/40/_layouts/15/DocIdRedir.aspx?ID=DPFVW34YURAE-834641568-589</Url>
      <Description>DPFVW34YURAE-834641568-589</Description>
    </_dlc_DocIdUrl>
  </documentManagement>
</p:properti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6B5BF73-04A9-4F81-9531-C2534C12EAAE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12</cp:revision>
  <cp:lastPrinted>2024-07-15T11:21:00Z</cp:lastPrinted>
  <dcterms:created xsi:type="dcterms:W3CDTF">2025-10-02T08:28:00Z</dcterms:created>
  <dcterms:modified xsi:type="dcterms:W3CDTF">2025-11-20T08:50:00Z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099ee1fe-9453-418a-9795-26656a51158a</vt:lpwstr>
  </property>
</Properties>
</file>